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6159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D20D142" w:rsidR="00B65513" w:rsidRPr="0007110E" w:rsidRDefault="00AE2452" w:rsidP="00E82667">
                <w:pPr>
                  <w:tabs>
                    <w:tab w:val="left" w:pos="426"/>
                  </w:tabs>
                  <w:spacing w:before="120"/>
                  <w:rPr>
                    <w:bCs/>
                    <w:lang w:val="en-IE" w:eastAsia="en-GB"/>
                  </w:rPr>
                </w:pPr>
                <w:r>
                  <w:rPr>
                    <w:bCs/>
                    <w:lang w:val="en-IE" w:eastAsia="en-GB"/>
                  </w:rPr>
                  <w:t>FISMA - C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1FB7300" w:rsidR="00D96984" w:rsidRPr="0007110E" w:rsidRDefault="00AE2452" w:rsidP="00E82667">
                <w:pPr>
                  <w:tabs>
                    <w:tab w:val="left" w:pos="426"/>
                  </w:tabs>
                  <w:spacing w:before="120"/>
                  <w:rPr>
                    <w:bCs/>
                    <w:lang w:val="en-IE" w:eastAsia="en-GB"/>
                  </w:rPr>
                </w:pPr>
                <w:r>
                  <w:rPr>
                    <w:bCs/>
                    <w:lang w:val="en-IE" w:eastAsia="en-GB"/>
                  </w:rPr>
                  <w:t>231711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172FCB" w:rsidR="00E21DBD" w:rsidRPr="000B12BD" w:rsidRDefault="00807D28" w:rsidP="00E82667">
                <w:pPr>
                  <w:tabs>
                    <w:tab w:val="left" w:pos="426"/>
                  </w:tabs>
                  <w:spacing w:before="120"/>
                  <w:rPr>
                    <w:bCs/>
                    <w:lang w:val="fr-FR" w:eastAsia="en-GB"/>
                  </w:rPr>
                </w:pPr>
                <w:r w:rsidRPr="000B12BD">
                  <w:rPr>
                    <w:bCs/>
                    <w:lang w:val="fr-FR" w:eastAsia="en-GB"/>
                  </w:rPr>
                  <w:t xml:space="preserve">Ms </w:t>
                </w:r>
                <w:r w:rsidR="00AE2452" w:rsidRPr="000B12BD">
                  <w:rPr>
                    <w:bCs/>
                    <w:lang w:val="fr-FR" w:eastAsia="en-GB"/>
                  </w:rPr>
                  <w:t>Hélène Bussières</w:t>
                </w:r>
              </w:p>
            </w:sdtContent>
          </w:sdt>
          <w:p w14:paraId="34CF737A" w14:textId="05F27A5B" w:rsidR="00E21DBD" w:rsidRPr="000B12BD" w:rsidRDefault="00AE2452" w:rsidP="00E82667">
            <w:pPr>
              <w:tabs>
                <w:tab w:val="left" w:pos="426"/>
              </w:tabs>
              <w:contextualSpacing/>
              <w:rPr>
                <w:bCs/>
                <w:lang w:val="fr-FR" w:eastAsia="en-GB"/>
              </w:rPr>
            </w:pPr>
            <w:r w:rsidRPr="000B12BD">
              <w:rPr>
                <w:bCs/>
                <w:lang w:val="fr-FR" w:eastAsia="en-GB"/>
              </w:rPr>
              <w:t>4th</w:t>
            </w:r>
            <w:r w:rsidR="00E21DBD" w:rsidRPr="000B12BD">
              <w:rPr>
                <w:bCs/>
                <w:lang w:val="fr-FR" w:eastAsia="en-GB"/>
              </w:rPr>
              <w:t xml:space="preserve"> quarter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0B12BD">
                  <w:rPr>
                    <w:bCs/>
                    <w:lang w:val="fr-FR" w:eastAsia="en-GB"/>
                  </w:rPr>
                  <w:t>2025</w:t>
                </w:r>
              </w:sdtContent>
            </w:sdt>
          </w:p>
          <w:p w14:paraId="158DD156" w14:textId="31352266" w:rsidR="00E21DBD" w:rsidRPr="0007110E" w:rsidRDefault="0036159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0672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E245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83E4944"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45FD44"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6159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6159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6159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F68A12"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B05B06D"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9" type="#_x0000_t75" style="width:108pt;height:21.6pt" o:ole="">
                  <v:imagedata r:id="rId23" o:title=""/>
                </v:shape>
                <w:control r:id="rId24" w:name="OptionButton2" w:shapeid="_x0000_i1049"/>
              </w:object>
            </w:r>
            <w:r>
              <w:rPr>
                <w:bCs/>
                <w:lang w:eastAsia="en-GB"/>
              </w:rPr>
              <w:object w:dxaOrig="1440" w:dyaOrig="1440" w14:anchorId="0992615F">
                <v:shape id="_x0000_i1050" type="#_x0000_t75" style="width:108pt;height:21.6pt" o:ole="">
                  <v:imagedata r:id="rId25" o:title=""/>
                </v:shape>
                <w:control r:id="rId26" w:name="OptionButton3" w:shapeid="_x0000_i1050"/>
              </w:object>
            </w:r>
          </w:p>
          <w:p w14:paraId="42C9AD79" w14:textId="13FAABF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361597">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0A7CE37" w14:textId="77777777" w:rsidR="00AE2452" w:rsidRDefault="00AE2452" w:rsidP="00AE2452">
          <w:r>
            <w:t xml:space="preserve">The Asset Management Unit in the Directorate General for Financial Stability, Financial Services and Capital Markets Union (FISMA) is looking for a well-qualified and experienced candidate. </w:t>
          </w:r>
        </w:p>
        <w:p w14:paraId="309EE55B" w14:textId="393B9306" w:rsidR="00AE2452" w:rsidRDefault="00AE2452" w:rsidP="00AE2452">
          <w:r w:rsidRPr="00FE16C9">
            <w:t xml:space="preserve">The unit's goal is to </w:t>
          </w:r>
          <w:r>
            <w:t>foster</w:t>
          </w:r>
          <w:r w:rsidRPr="00FE16C9">
            <w:t xml:space="preserve"> the development of </w:t>
          </w:r>
          <w:r w:rsidR="006C0A9E">
            <w:t>the single</w:t>
          </w:r>
          <w:r w:rsidRPr="00FE16C9">
            <w:t xml:space="preserve"> market for asset management</w:t>
          </w:r>
          <w:r>
            <w:t xml:space="preserve"> and investment funds</w:t>
          </w:r>
          <w:r w:rsidRPr="00FE16C9">
            <w:t xml:space="preserve"> within the EU.</w:t>
          </w:r>
          <w:r>
            <w:t xml:space="preserve"> The Unit has a considerable number of new or upgraded </w:t>
          </w:r>
          <w:r>
            <w:lastRenderedPageBreak/>
            <w:t xml:space="preserve">work streams which are central parts of the Commission’s </w:t>
          </w:r>
          <w:r w:rsidR="006C0A9E">
            <w:t>Savings and Investment</w:t>
          </w:r>
          <w:r w:rsidR="002A7B69">
            <w:t>s</w:t>
          </w:r>
          <w:r>
            <w:t xml:space="preserve"> Union and Sustainable Finance Agenda. </w:t>
          </w:r>
        </w:p>
        <w:p w14:paraId="5AD19193" w14:textId="34133B94" w:rsidR="00AE2452" w:rsidRDefault="00AE2452" w:rsidP="00AE2452">
          <w:r w:rsidRPr="00596BBA">
            <w:t>In the area of collective investment schemes, the unit is responsible for a variety of investment funds</w:t>
          </w:r>
          <w:r>
            <w:t>’ frameworks</w:t>
          </w:r>
          <w:r w:rsidRPr="00596BBA">
            <w:t>:</w:t>
          </w:r>
          <w:r>
            <w:t xml:space="preserve"> the Directives on UCITS and AIFMs which are the cornerstones of the investment fund frameworks in Europe, the Regulation on MMFs, ELTIFs, EUVECAs and EUSEFs which apply to specific type</w:t>
          </w:r>
          <w:r w:rsidR="002A7B69">
            <w:t>s</w:t>
          </w:r>
          <w:r>
            <w:t xml:space="preserve"> of investment products. The Unit also has cross-cutting responsibilities for packaged investment products offered to retail investors (Regulation on PRIIPs) and work</w:t>
          </w:r>
          <w:r w:rsidR="002A7B69">
            <w:t>s</w:t>
          </w:r>
          <w:r>
            <w:t xml:space="preserve"> closely with other units on the Commission’s Retail Investment Strategy. </w:t>
          </w:r>
          <w:commentRangeStart w:id="3"/>
          <w:r>
            <w:t>Under the umbrella of the Green Deal</w:t>
          </w:r>
          <w:commentRangeEnd w:id="3"/>
          <w:r w:rsidR="002A7B69">
            <w:rPr>
              <w:rStyle w:val="CommentReference"/>
            </w:rPr>
            <w:commentReference w:id="3"/>
          </w:r>
          <w:r>
            <w:t xml:space="preserve">, the unit is responsible for the </w:t>
          </w:r>
          <w:r w:rsidR="002A7B69">
            <w:t>review</w:t>
          </w:r>
          <w:r>
            <w:t xml:space="preserve"> of the Sustainable Finance Disclosure Regulation and the </w:t>
          </w:r>
          <w:r w:rsidR="002A7B69">
            <w:t xml:space="preserve">implementation </w:t>
          </w:r>
          <w:r>
            <w:t xml:space="preserve">of the EU Green Bond Standard Regulation. </w:t>
          </w:r>
          <w:r w:rsidR="002A7B69">
            <w:t xml:space="preserve">The Unit works closely with other FISMA units, Directorate Generals of the Commission and the European Investment Bank on enhancing the access to venture and growth capital.  </w:t>
          </w:r>
        </w:p>
        <w:p w14:paraId="59DD0438" w14:textId="60E17A20" w:rsidR="00E21DBD" w:rsidRDefault="00AE2452" w:rsidP="00AE2452">
          <w:pPr>
            <w:rPr>
              <w:lang w:val="en-US" w:eastAsia="en-GB"/>
            </w:rPr>
          </w:pPr>
          <w:r>
            <w:t>Finally, the unit follows closely macro-economic developments and financial stability matters, notably in the context of FSB and IOSCO workstreams. It deals with Member States, the European Parliament, ESMA and other public authorities on an ongoing basis</w:t>
          </w:r>
          <w:r w:rsidR="002A7B69">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4" w:name="_Hlk151561310" w:displacedByCustomXml="next"/>
        <w:bookmarkEnd w:id="4" w:displacedByCustomXml="next"/>
        <w:sdt>
          <w:sdtPr>
            <w:rPr>
              <w:lang w:val="en-US" w:eastAsia="en-GB"/>
            </w:rPr>
            <w:id w:val="-1930340722"/>
            <w:placeholder>
              <w:docPart w:val="42F638D0412B44B19A25E8EEA34E375F"/>
            </w:placeholder>
          </w:sdtPr>
          <w:sdtEndPr/>
          <w:sdtContent>
            <w:p w14:paraId="674FD7DF" w14:textId="77777777" w:rsidR="00AE2452" w:rsidRPr="005430DC" w:rsidRDefault="00AE2452" w:rsidP="00AE2452">
              <w:pPr>
                <w:spacing w:after="0"/>
                <w:rPr>
                  <w:color w:val="000000"/>
                  <w:szCs w:val="24"/>
                  <w:lang w:val="en-IE"/>
                </w:rPr>
              </w:pPr>
              <w:r w:rsidRPr="005430DC">
                <w:rPr>
                  <w:color w:val="000000"/>
                  <w:szCs w:val="24"/>
                  <w:lang w:val="en-IE"/>
                </w:rPr>
                <w:t xml:space="preserve">The SNE will contribute to the definition </w:t>
              </w:r>
              <w:r>
                <w:rPr>
                  <w:color w:val="000000"/>
                  <w:szCs w:val="24"/>
                  <w:lang w:val="en-IE"/>
                </w:rPr>
                <w:t xml:space="preserve">and design </w:t>
              </w:r>
              <w:r w:rsidRPr="005430DC">
                <w:rPr>
                  <w:color w:val="000000"/>
                  <w:szCs w:val="24"/>
                  <w:lang w:val="en-IE"/>
                </w:rPr>
                <w:t>of Commission</w:t>
              </w:r>
              <w:r>
                <w:rPr>
                  <w:color w:val="000000"/>
                  <w:szCs w:val="24"/>
                  <w:lang w:val="en-IE"/>
                </w:rPr>
                <w:t xml:space="preserve">’s </w:t>
              </w:r>
              <w:r w:rsidRPr="005430DC">
                <w:rPr>
                  <w:color w:val="000000"/>
                  <w:szCs w:val="24"/>
                  <w:lang w:val="en-IE"/>
                </w:rPr>
                <w:t>polic</w:t>
              </w:r>
              <w:r>
                <w:rPr>
                  <w:color w:val="000000"/>
                  <w:szCs w:val="24"/>
                  <w:lang w:val="en-IE"/>
                </w:rPr>
                <w:t>ies</w:t>
              </w:r>
              <w:r w:rsidRPr="005430DC">
                <w:rPr>
                  <w:color w:val="000000"/>
                  <w:szCs w:val="24"/>
                  <w:lang w:val="en-IE"/>
                </w:rPr>
                <w:t xml:space="preserve"> in respect of investment funds and alternative investment </w:t>
              </w:r>
              <w:r>
                <w:rPr>
                  <w:color w:val="000000"/>
                  <w:szCs w:val="24"/>
                  <w:lang w:val="en-IE"/>
                </w:rPr>
                <w:t xml:space="preserve">funds </w:t>
              </w:r>
              <w:r w:rsidRPr="005430DC">
                <w:rPr>
                  <w:color w:val="000000"/>
                  <w:szCs w:val="24"/>
                  <w:lang w:val="en-IE"/>
                </w:rPr>
                <w:t xml:space="preserve">through: preparation of policy documents setting out Commission strategy; setting up methodology and projects for assessing impacts of Commission proposals in this area; monitoring market developments and analysing implications for EU regulatory framework for this business; preparation of briefings/speeches; liaison with stakeholders, participation in and coordination of stakeholder groups. </w:t>
              </w:r>
            </w:p>
            <w:p w14:paraId="7D197221" w14:textId="77777777" w:rsidR="00AE2452" w:rsidRPr="005430DC" w:rsidRDefault="00AE2452" w:rsidP="00AE2452">
              <w:pPr>
                <w:spacing w:after="0"/>
                <w:rPr>
                  <w:color w:val="000000"/>
                  <w:szCs w:val="24"/>
                  <w:lang w:val="en-IE"/>
                </w:rPr>
              </w:pPr>
            </w:p>
            <w:p w14:paraId="543C6050" w14:textId="77777777" w:rsidR="00AE2452" w:rsidRDefault="00AE2452" w:rsidP="00AE2452">
              <w:pPr>
                <w:spacing w:after="0"/>
                <w:rPr>
                  <w:lang w:val="en-US" w:eastAsia="en-GB"/>
                </w:rPr>
              </w:pPr>
              <w:r w:rsidRPr="005430DC">
                <w:rPr>
                  <w:color w:val="000000"/>
                  <w:szCs w:val="24"/>
                  <w:lang w:val="en-IE"/>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sdtContent>
        </w:sdt>
        <w:p w14:paraId="46EE3E07" w14:textId="2B47AE83" w:rsidR="00E21DBD" w:rsidRPr="00AF7D78" w:rsidRDefault="00361597"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5877628"/>
            <w:placeholder>
              <w:docPart w:val="506605F7D0094F7AB367D571207CC822"/>
            </w:placeholder>
          </w:sdtPr>
          <w:sdtEndPr/>
          <w:sdtContent>
            <w:sdt>
              <w:sdtPr>
                <w:rPr>
                  <w:lang w:val="en-US" w:eastAsia="en-GB"/>
                </w:rPr>
                <w:id w:val="-748656704"/>
                <w:placeholder>
                  <w:docPart w:val="0379495658D146C0A543083839A9C103"/>
                </w:placeholder>
              </w:sdtPr>
              <w:sdtEndPr/>
              <w:sdtContent>
                <w:p w14:paraId="47F981B3" w14:textId="451703E7" w:rsidR="00AE2452" w:rsidRDefault="00AE2452" w:rsidP="00AE2452">
                  <w:r>
                    <w:t xml:space="preserve">The successful candidate is expected to be an expert in financial services, financial securities markets and, in particular, have knowledge and experience pertaining to asset management. </w:t>
                  </w:r>
                  <w:commentRangeStart w:id="5"/>
                  <w:r>
                    <w:t xml:space="preserve">The chosen candidate will be involved in work streams under the </w:t>
                  </w:r>
                  <w:r w:rsidR="002A7B69">
                    <w:t>Savings and Investments</w:t>
                  </w:r>
                  <w:r>
                    <w:t xml:space="preserve"> Union, in particular the reviews of various fund frameworks, as well as initiatives on Sustainable Finance.</w:t>
                  </w:r>
                  <w:commentRangeEnd w:id="5"/>
                  <w:r w:rsidR="002A7B69">
                    <w:rPr>
                      <w:rStyle w:val="CommentReference"/>
                    </w:rPr>
                    <w:commentReference w:id="5"/>
                  </w:r>
                </w:p>
                <w:p w14:paraId="49F1793B" w14:textId="77777777" w:rsidR="00AE2452" w:rsidRDefault="00AE2452" w:rsidP="00AE2452">
                  <w:pPr>
                    <w:rPr>
                      <w:lang w:val="en-US" w:eastAsia="en-GB"/>
                    </w:rPr>
                  </w:pPr>
                  <w:r>
                    <w:t xml:space="preserve">A legal background or solid experience working on legal drafting would be a plus. </w:t>
                  </w:r>
                </w:p>
              </w:sdtContent>
            </w:sdt>
          </w:sdtContent>
        </w:sdt>
        <w:p w14:paraId="51994EDB" w14:textId="4FC4B808" w:rsidR="002E40A9" w:rsidRPr="00AF7D78" w:rsidRDefault="0036159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WOLLNY Heinrich (FISMA)" w:date="2025-06-12T15:34:00Z" w:initials="HW">
    <w:p w14:paraId="64135BF1" w14:textId="77777777" w:rsidR="002A7B69" w:rsidRDefault="002A7B69" w:rsidP="002A7B69">
      <w:pPr>
        <w:pStyle w:val="CommentText"/>
        <w:jc w:val="left"/>
      </w:pPr>
      <w:r>
        <w:rPr>
          <w:rStyle w:val="CommentReference"/>
        </w:rPr>
        <w:annotationRef/>
      </w:r>
      <w:r>
        <w:rPr>
          <w:lang w:val="en-IE"/>
        </w:rPr>
        <w:t xml:space="preserve">Do you want to keep this? </w:t>
      </w:r>
    </w:p>
  </w:comment>
  <w:comment w:id="5" w:author="WOLLNY Heinrich (FISMA)" w:date="2025-06-12T15:40:00Z" w:initials="HW">
    <w:p w14:paraId="4582444D" w14:textId="77777777" w:rsidR="002A7B69" w:rsidRDefault="002A7B69" w:rsidP="002A7B69">
      <w:pPr>
        <w:pStyle w:val="CommentText"/>
        <w:jc w:val="left"/>
      </w:pPr>
      <w:r>
        <w:rPr>
          <w:rStyle w:val="CommentReference"/>
        </w:rPr>
        <w:annotationRef/>
      </w:r>
      <w:r>
        <w:rPr>
          <w:lang w:val="en-IE"/>
        </w:rPr>
        <w:t xml:space="preserve">This pertains to the job description. I would move it up.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135BF1" w15:done="0"/>
  <w15:commentEx w15:paraId="458244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3A60D9" w16cex:dateUtc="2025-06-12T13:34:00Z"/>
  <w16cex:commentExtensible w16cex:durableId="0B16653C" w16cex:dateUtc="2025-06-12T1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135BF1" w16cid:durableId="713A60D9"/>
  <w16cid:commentId w16cid:paraId="4582444D" w16cid:durableId="0B1665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OLLNY Heinrich (FISMA)">
    <w15:presenceInfo w15:providerId="AD" w15:userId="S::Heinrich.WOLLNY@ec.europa.eu::7d68f540-8354-4a79-9415-579535865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1AE1"/>
    <w:rsid w:val="00085231"/>
    <w:rsid w:val="00092BCA"/>
    <w:rsid w:val="000A4668"/>
    <w:rsid w:val="000B12BD"/>
    <w:rsid w:val="000D129C"/>
    <w:rsid w:val="000F371B"/>
    <w:rsid w:val="000F4CD5"/>
    <w:rsid w:val="00111AB6"/>
    <w:rsid w:val="001D0A81"/>
    <w:rsid w:val="002109E6"/>
    <w:rsid w:val="00252050"/>
    <w:rsid w:val="002A7B69"/>
    <w:rsid w:val="002B3CBF"/>
    <w:rsid w:val="002C13C3"/>
    <w:rsid w:val="002C49D0"/>
    <w:rsid w:val="002E40A9"/>
    <w:rsid w:val="00361597"/>
    <w:rsid w:val="00394447"/>
    <w:rsid w:val="003E50A4"/>
    <w:rsid w:val="0040388A"/>
    <w:rsid w:val="00410C3A"/>
    <w:rsid w:val="00431778"/>
    <w:rsid w:val="004341FD"/>
    <w:rsid w:val="00454CC7"/>
    <w:rsid w:val="00464195"/>
    <w:rsid w:val="00476034"/>
    <w:rsid w:val="004B0653"/>
    <w:rsid w:val="005168AD"/>
    <w:rsid w:val="0058240F"/>
    <w:rsid w:val="00592CD5"/>
    <w:rsid w:val="005C43C0"/>
    <w:rsid w:val="005D1B85"/>
    <w:rsid w:val="00665583"/>
    <w:rsid w:val="00693BC6"/>
    <w:rsid w:val="00696070"/>
    <w:rsid w:val="006C0A9E"/>
    <w:rsid w:val="007E531E"/>
    <w:rsid w:val="007F02AC"/>
    <w:rsid w:val="007F7012"/>
    <w:rsid w:val="00807D28"/>
    <w:rsid w:val="008A590A"/>
    <w:rsid w:val="008D02B7"/>
    <w:rsid w:val="008E587B"/>
    <w:rsid w:val="008F0B52"/>
    <w:rsid w:val="008F4BA9"/>
    <w:rsid w:val="00925CFB"/>
    <w:rsid w:val="009711E4"/>
    <w:rsid w:val="00994062"/>
    <w:rsid w:val="00996CC6"/>
    <w:rsid w:val="009A1EA0"/>
    <w:rsid w:val="009A2F00"/>
    <w:rsid w:val="009C5E27"/>
    <w:rsid w:val="00A033AD"/>
    <w:rsid w:val="00AB2CEA"/>
    <w:rsid w:val="00AC20B8"/>
    <w:rsid w:val="00AD79EF"/>
    <w:rsid w:val="00AE2452"/>
    <w:rsid w:val="00AF6424"/>
    <w:rsid w:val="00B24CC5"/>
    <w:rsid w:val="00B3644B"/>
    <w:rsid w:val="00B65513"/>
    <w:rsid w:val="00B73F08"/>
    <w:rsid w:val="00B8014C"/>
    <w:rsid w:val="00C06724"/>
    <w:rsid w:val="00C3254D"/>
    <w:rsid w:val="00C504C7"/>
    <w:rsid w:val="00C67FD5"/>
    <w:rsid w:val="00C75BA4"/>
    <w:rsid w:val="00CB5B61"/>
    <w:rsid w:val="00CD2C5A"/>
    <w:rsid w:val="00D0015C"/>
    <w:rsid w:val="00D03CF4"/>
    <w:rsid w:val="00D248E9"/>
    <w:rsid w:val="00D7090C"/>
    <w:rsid w:val="00D84D53"/>
    <w:rsid w:val="00D96984"/>
    <w:rsid w:val="00DD41ED"/>
    <w:rsid w:val="00DF1E49"/>
    <w:rsid w:val="00E21DBD"/>
    <w:rsid w:val="00E342CB"/>
    <w:rsid w:val="00E41704"/>
    <w:rsid w:val="00E44D7F"/>
    <w:rsid w:val="00E82667"/>
    <w:rsid w:val="00E84FE8"/>
    <w:rsid w:val="00EB3147"/>
    <w:rsid w:val="00F0672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A7B69"/>
    <w:rPr>
      <w:sz w:val="16"/>
      <w:szCs w:val="16"/>
    </w:rPr>
  </w:style>
  <w:style w:type="paragraph" w:styleId="CommentText">
    <w:name w:val="annotation text"/>
    <w:basedOn w:val="Normal"/>
    <w:link w:val="CommentTextChar"/>
    <w:semiHidden/>
    <w:locked/>
    <w:rsid w:val="002A7B69"/>
    <w:rPr>
      <w:sz w:val="20"/>
    </w:rPr>
  </w:style>
  <w:style w:type="character" w:customStyle="1" w:styleId="CommentTextChar">
    <w:name w:val="Comment Text Char"/>
    <w:basedOn w:val="DefaultParagraphFont"/>
    <w:link w:val="CommentText"/>
    <w:semiHidden/>
    <w:rsid w:val="002A7B69"/>
    <w:rPr>
      <w:sz w:val="20"/>
    </w:rPr>
  </w:style>
  <w:style w:type="paragraph" w:styleId="CommentSubject">
    <w:name w:val="annotation subject"/>
    <w:basedOn w:val="CommentText"/>
    <w:next w:val="CommentText"/>
    <w:link w:val="CommentSubjectChar"/>
    <w:semiHidden/>
    <w:locked/>
    <w:rsid w:val="002A7B69"/>
    <w:rPr>
      <w:b/>
      <w:bCs/>
    </w:rPr>
  </w:style>
  <w:style w:type="character" w:customStyle="1" w:styleId="CommentSubjectChar">
    <w:name w:val="Comment Subject Char"/>
    <w:basedOn w:val="CommentTextChar"/>
    <w:link w:val="CommentSubject"/>
    <w:semiHidden/>
    <w:rsid w:val="002A7B6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opa.eu/europass/en/create-europass-cv"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microsoft.com/office/2011/relationships/commentsExtended" Target="commentsExtended.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42F638D0412B44B19A25E8EEA34E375F"/>
        <w:category>
          <w:name w:val="General"/>
          <w:gallery w:val="placeholder"/>
        </w:category>
        <w:types>
          <w:type w:val="bbPlcHdr"/>
        </w:types>
        <w:behaviors>
          <w:behavior w:val="content"/>
        </w:behaviors>
        <w:guid w:val="{E73515CE-661A-4A8B-957A-FDB8CBFF2B2F}"/>
      </w:docPartPr>
      <w:docPartBody>
        <w:p w:rsidR="00D45E28" w:rsidRDefault="00D45E28" w:rsidP="00D45E28">
          <w:pPr>
            <w:pStyle w:val="42F638D0412B44B19A25E8EEA34E375F"/>
          </w:pPr>
          <w:r w:rsidRPr="00BD2312">
            <w:rPr>
              <w:rStyle w:val="PlaceholderText"/>
            </w:rPr>
            <w:t>Click or tap here to enter text.</w:t>
          </w:r>
        </w:p>
      </w:docPartBody>
    </w:docPart>
    <w:docPart>
      <w:docPartPr>
        <w:name w:val="506605F7D0094F7AB367D571207CC822"/>
        <w:category>
          <w:name w:val="General"/>
          <w:gallery w:val="placeholder"/>
        </w:category>
        <w:types>
          <w:type w:val="bbPlcHdr"/>
        </w:types>
        <w:behaviors>
          <w:behavior w:val="content"/>
        </w:behaviors>
        <w:guid w:val="{DC26353E-A0A8-489A-A58A-305E4504DF7D}"/>
      </w:docPartPr>
      <w:docPartBody>
        <w:p w:rsidR="00D45E28" w:rsidRDefault="00D45E28" w:rsidP="00D45E28">
          <w:pPr>
            <w:pStyle w:val="506605F7D0094F7AB367D571207CC822"/>
          </w:pPr>
          <w:r w:rsidRPr="00BD2312">
            <w:rPr>
              <w:rStyle w:val="PlaceholderText"/>
            </w:rPr>
            <w:t>Click or tap here to enter text.</w:t>
          </w:r>
        </w:p>
      </w:docPartBody>
    </w:docPart>
    <w:docPart>
      <w:docPartPr>
        <w:name w:val="0379495658D146C0A543083839A9C103"/>
        <w:category>
          <w:name w:val="General"/>
          <w:gallery w:val="placeholder"/>
        </w:category>
        <w:types>
          <w:type w:val="bbPlcHdr"/>
        </w:types>
        <w:behaviors>
          <w:behavior w:val="content"/>
        </w:behaviors>
        <w:guid w:val="{669DC3FE-40E3-4D77-B11E-884694CAAE4A}"/>
      </w:docPartPr>
      <w:docPartBody>
        <w:p w:rsidR="00D45E28" w:rsidRDefault="00D45E28" w:rsidP="00D45E28">
          <w:pPr>
            <w:pStyle w:val="0379495658D146C0A543083839A9C10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5231"/>
    <w:rsid w:val="001E3B1B"/>
    <w:rsid w:val="00416B25"/>
    <w:rsid w:val="004341FD"/>
    <w:rsid w:val="004B0653"/>
    <w:rsid w:val="006212B2"/>
    <w:rsid w:val="006F0611"/>
    <w:rsid w:val="007F7378"/>
    <w:rsid w:val="00893390"/>
    <w:rsid w:val="00894A0C"/>
    <w:rsid w:val="00925CFB"/>
    <w:rsid w:val="009711E4"/>
    <w:rsid w:val="009A12CB"/>
    <w:rsid w:val="00C67FD5"/>
    <w:rsid w:val="00CA527C"/>
    <w:rsid w:val="00D374C1"/>
    <w:rsid w:val="00D45E2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45E2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F638D0412B44B19A25E8EEA34E375F">
    <w:name w:val="42F638D0412B44B19A25E8EEA34E375F"/>
    <w:rsid w:val="00D45E28"/>
    <w:pPr>
      <w:spacing w:line="278" w:lineRule="auto"/>
    </w:pPr>
    <w:rPr>
      <w:kern w:val="2"/>
      <w:sz w:val="24"/>
      <w:szCs w:val="24"/>
      <w14:ligatures w14:val="standardContextual"/>
    </w:rPr>
  </w:style>
  <w:style w:type="paragraph" w:customStyle="1" w:styleId="506605F7D0094F7AB367D571207CC822">
    <w:name w:val="506605F7D0094F7AB367D571207CC822"/>
    <w:rsid w:val="00D45E28"/>
    <w:pPr>
      <w:spacing w:line="278" w:lineRule="auto"/>
    </w:pPr>
    <w:rPr>
      <w:kern w:val="2"/>
      <w:sz w:val="24"/>
      <w:szCs w:val="24"/>
      <w14:ligatures w14:val="standardContextual"/>
    </w:rPr>
  </w:style>
  <w:style w:type="paragraph" w:customStyle="1" w:styleId="0379495658D146C0A543083839A9C103">
    <w:name w:val="0379495658D146C0A543083839A9C103"/>
    <w:rsid w:val="00D45E28"/>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3A6F035F-AF85-4D4C-A784-855CBE366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purl.org/dc/terms/"/>
    <ds:schemaRef ds:uri="http://schemas.microsoft.com/office/2006/metadata/properties"/>
    <ds:schemaRef ds:uri="30c666ed-fe46-43d6-bf30-6de2567680e6"/>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1170</Words>
  <Characters>6673</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2025-06-12T15:01:00Z</dcterms:created>
  <dcterms:modified xsi:type="dcterms:W3CDTF">2025-10-10T13:10:00Z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